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87" w:rsidRDefault="004802DC" w:rsidP="004802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Lesson Plan for Black and White by Larry Dane </w:t>
      </w:r>
      <w:proofErr w:type="spellStart"/>
      <w:r>
        <w:rPr>
          <w:sz w:val="28"/>
          <w:szCs w:val="28"/>
        </w:rPr>
        <w:t>Brimner</w:t>
      </w:r>
      <w:proofErr w:type="spellEnd"/>
      <w:r>
        <w:rPr>
          <w:sz w:val="28"/>
          <w:szCs w:val="28"/>
        </w:rPr>
        <w:t xml:space="preserve"> – Celia </w:t>
      </w:r>
      <w:proofErr w:type="spellStart"/>
      <w:r>
        <w:rPr>
          <w:sz w:val="28"/>
          <w:szCs w:val="28"/>
        </w:rPr>
        <w:t>Borack</w:t>
      </w:r>
      <w:proofErr w:type="spellEnd"/>
    </w:p>
    <w:p w:rsidR="004802DC" w:rsidRDefault="004802DC" w:rsidP="004802DC">
      <w:pPr>
        <w:rPr>
          <w:sz w:val="28"/>
          <w:szCs w:val="28"/>
        </w:rPr>
      </w:pPr>
    </w:p>
    <w:p w:rsidR="004802DC" w:rsidRDefault="004802DC" w:rsidP="004802DC">
      <w:pPr>
        <w:rPr>
          <w:sz w:val="28"/>
          <w:szCs w:val="28"/>
        </w:rPr>
      </w:pPr>
      <w:r>
        <w:rPr>
          <w:sz w:val="28"/>
          <w:szCs w:val="28"/>
        </w:rPr>
        <w:t xml:space="preserve">Objective:  To compare and contrast the two title characters of the book.  This will </w:t>
      </w:r>
      <w:r w:rsidR="00202DA3">
        <w:rPr>
          <w:sz w:val="28"/>
          <w:szCs w:val="28"/>
        </w:rPr>
        <w:t xml:space="preserve">be done by creating a Venn </w:t>
      </w:r>
      <w:proofErr w:type="gramStart"/>
      <w:r w:rsidR="00202DA3">
        <w:rPr>
          <w:sz w:val="28"/>
          <w:szCs w:val="28"/>
        </w:rPr>
        <w:t>Diagram</w:t>
      </w:r>
      <w:proofErr w:type="gramEnd"/>
      <w:r w:rsidR="00202DA3">
        <w:rPr>
          <w:sz w:val="28"/>
          <w:szCs w:val="28"/>
        </w:rPr>
        <w:t xml:space="preserve">, which is shown below, that depicts the differences between </w:t>
      </w:r>
      <w:proofErr w:type="spellStart"/>
      <w:r>
        <w:rPr>
          <w:sz w:val="28"/>
          <w:szCs w:val="28"/>
        </w:rPr>
        <w:t>Shuttlesworth</w:t>
      </w:r>
      <w:proofErr w:type="spellEnd"/>
      <w:r>
        <w:rPr>
          <w:sz w:val="28"/>
          <w:szCs w:val="28"/>
        </w:rPr>
        <w:t xml:space="preserve"> and Connor.</w:t>
      </w:r>
      <w:r w:rsidR="00202DA3">
        <w:rPr>
          <w:sz w:val="28"/>
          <w:szCs w:val="28"/>
        </w:rPr>
        <w:t xml:space="preserve">  They also possess some similarities, which will be shown in the middle of the circles.</w:t>
      </w:r>
    </w:p>
    <w:p w:rsidR="004D0EFF" w:rsidRDefault="004D0EFF" w:rsidP="004802DC">
      <w:pPr>
        <w:rPr>
          <w:sz w:val="28"/>
          <w:szCs w:val="28"/>
        </w:rPr>
      </w:pPr>
    </w:p>
    <w:p w:rsidR="004802DC" w:rsidRDefault="004D0EFF" w:rsidP="004802D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43525" cy="3555873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555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EFF" w:rsidRDefault="004D0EFF" w:rsidP="004802DC">
      <w:pPr>
        <w:rPr>
          <w:sz w:val="28"/>
          <w:szCs w:val="28"/>
        </w:rPr>
      </w:pPr>
      <w:r>
        <w:rPr>
          <w:sz w:val="28"/>
          <w:szCs w:val="28"/>
        </w:rPr>
        <w:t>Write at least 6 details that tell how the 2 subjects are different in the outer circles. Write at least 4 details that tell how they are alike where the circles overlap.  Make sure that you i</w:t>
      </w:r>
      <w:r w:rsidR="00202DA3">
        <w:rPr>
          <w:sz w:val="28"/>
          <w:szCs w:val="28"/>
        </w:rPr>
        <w:t>nclude their beliefs and values when describing each man’s personality traits.</w:t>
      </w:r>
    </w:p>
    <w:p w:rsidR="00202DA3" w:rsidRDefault="00202DA3" w:rsidP="004802DC">
      <w:pPr>
        <w:rPr>
          <w:sz w:val="28"/>
          <w:szCs w:val="28"/>
        </w:rPr>
      </w:pPr>
      <w:r>
        <w:rPr>
          <w:sz w:val="28"/>
          <w:szCs w:val="28"/>
        </w:rPr>
        <w:t>We will all share these when it is completed.</w:t>
      </w:r>
    </w:p>
    <w:p w:rsidR="00202DA3" w:rsidRPr="004802DC" w:rsidRDefault="00202DA3" w:rsidP="004802DC">
      <w:pPr>
        <w:rPr>
          <w:sz w:val="28"/>
          <w:szCs w:val="28"/>
        </w:rPr>
      </w:pPr>
      <w:r>
        <w:rPr>
          <w:sz w:val="28"/>
          <w:szCs w:val="28"/>
        </w:rPr>
        <w:t>Since my students have some type of learning disability, a detailed explanation must be made before this task can be completed.</w:t>
      </w:r>
      <w:bookmarkStart w:id="0" w:name="_GoBack"/>
      <w:bookmarkEnd w:id="0"/>
    </w:p>
    <w:sectPr w:rsidR="00202DA3" w:rsidRPr="00480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DC"/>
    <w:rsid w:val="00202DA3"/>
    <w:rsid w:val="00370CEA"/>
    <w:rsid w:val="004802DC"/>
    <w:rsid w:val="004D0EFF"/>
    <w:rsid w:val="00583787"/>
    <w:rsid w:val="005D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B784F631</Template>
  <TotalTime>36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borack</dc:creator>
  <cp:lastModifiedBy>celia borack</cp:lastModifiedBy>
  <cp:revision>1</cp:revision>
  <cp:lastPrinted>2013-04-24T17:25:00Z</cp:lastPrinted>
  <dcterms:created xsi:type="dcterms:W3CDTF">2013-04-24T16:57:00Z</dcterms:created>
  <dcterms:modified xsi:type="dcterms:W3CDTF">2013-04-24T17:33:00Z</dcterms:modified>
</cp:coreProperties>
</file>